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9D" w:rsidRDefault="007A1F9D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A66B6">
        <w:rPr>
          <w:b/>
        </w:rPr>
        <w:t>Oskar Nedbal. Hudebník a skladatel</w:t>
      </w:r>
      <w:r w:rsidR="0036718C">
        <w:rPr>
          <w:b/>
        </w:rPr>
        <w:tab/>
      </w:r>
    </w:p>
    <w:p w:rsidR="009F6F13" w:rsidRPr="007A1F9D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F5C12" w:rsidRPr="007A1F9D">
        <w:t xml:space="preserve">PhDr. </w:t>
      </w:r>
      <w:r w:rsidR="00C913CD" w:rsidRPr="007A1F9D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E653A1">
        <w:t>1_Osobnosti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FA66B6">
        <w:t xml:space="preserve"> 16</w:t>
      </w:r>
      <w:r w:rsidR="00E653A1">
        <w:t xml:space="preserve">  </w:t>
      </w:r>
      <w:r w:rsidR="007F5CDD">
        <w:t xml:space="preserve">           </w:t>
      </w:r>
      <w:r w:rsidR="00E653A1">
        <w:t xml:space="preserve"> </w:t>
      </w:r>
      <w:r w:rsidR="00592F82">
        <w:t>Předmět:</w:t>
      </w:r>
      <w:r w:rsidR="00592F82">
        <w:tab/>
      </w:r>
      <w:r w:rsidR="00E653A1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A66B6">
        <w:t>3.6.2013</w:t>
      </w:r>
      <w:r w:rsidR="00163029">
        <w:tab/>
      </w:r>
      <w:r>
        <w:t>Třída:</w:t>
      </w:r>
      <w:r w:rsidR="00163029">
        <w:tab/>
      </w:r>
      <w:r w:rsidR="001F5C12">
        <w:t>4.A</w:t>
      </w:r>
      <w:r>
        <w:tab/>
        <w:t>Ověřující učitel:</w:t>
      </w:r>
      <w:r w:rsidR="00745A98">
        <w:tab/>
      </w:r>
      <w:r w:rsidR="001F5C12">
        <w:t xml:space="preserve">PhDr. </w:t>
      </w:r>
      <w:r w:rsidR="00C913CD">
        <w:t>Jiří Kálal</w:t>
      </w:r>
    </w:p>
    <w:p w:rsidR="00163029" w:rsidRPr="00501C29" w:rsidRDefault="00146647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913CD" w:rsidP="007A1F9D">
      <w:pPr>
        <w:spacing w:line="276" w:lineRule="auto"/>
        <w:jc w:val="both"/>
      </w:pPr>
      <w:r>
        <w:t xml:space="preserve">Materiál seznamuje s životem a dílem významné táborské osobnosti </w:t>
      </w:r>
      <w:r w:rsidR="00FA66B6">
        <w:t>– hudebního skladatele Oskara Nedbala.</w:t>
      </w:r>
    </w:p>
    <w:p w:rsidR="007A1F9D" w:rsidRDefault="007A1F9D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FA66B6" w:rsidP="00745A98">
      <w:pPr>
        <w:spacing w:line="360" w:lineRule="auto"/>
        <w:rPr>
          <w:b/>
        </w:rPr>
      </w:pPr>
      <w:r>
        <w:t>Oskar Nedbal</w:t>
      </w:r>
      <w:r w:rsidR="00C913CD">
        <w:t xml:space="preserve">, Tábor, </w:t>
      </w:r>
      <w:r>
        <w:t>hudební skladatel, hudebník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FA66B6" w:rsidRDefault="00C913CD" w:rsidP="007A1F9D">
      <w:pPr>
        <w:spacing w:line="276" w:lineRule="auto"/>
        <w:jc w:val="both"/>
      </w:pPr>
      <w:r>
        <w:t xml:space="preserve">Prezentace se použije ve třídě k seznámení s látkou. Učitel doplní vlastním výkladem. Výklad je provázen řízeným rozhovorem s žáky s využitím jejich znalostí. </w:t>
      </w:r>
    </w:p>
    <w:p w:rsidR="00FA66B6" w:rsidRDefault="00FA66B6" w:rsidP="007A1F9D">
      <w:pPr>
        <w:spacing w:line="276" w:lineRule="auto"/>
        <w:jc w:val="both"/>
      </w:pPr>
    </w:p>
    <w:p w:rsidR="00615449" w:rsidRDefault="00615449" w:rsidP="007A1F9D">
      <w:pPr>
        <w:spacing w:line="276" w:lineRule="auto"/>
        <w:jc w:val="both"/>
      </w:pPr>
      <w:r>
        <w:t>Odpovědi na otázky:</w:t>
      </w:r>
    </w:p>
    <w:p w:rsidR="00615449" w:rsidRPr="00615449" w:rsidRDefault="00FA66B6" w:rsidP="007A1F9D">
      <w:pPr>
        <w:spacing w:line="276" w:lineRule="auto"/>
        <w:jc w:val="both"/>
        <w:rPr>
          <w:bCs/>
          <w:i/>
        </w:rPr>
      </w:pPr>
      <w:r>
        <w:rPr>
          <w:bCs/>
        </w:rPr>
        <w:t>Které</w:t>
      </w:r>
      <w:r w:rsidR="00615449" w:rsidRPr="00615449">
        <w:rPr>
          <w:bCs/>
        </w:rPr>
        <w:t xml:space="preserve"> instituce </w:t>
      </w:r>
      <w:r>
        <w:rPr>
          <w:bCs/>
        </w:rPr>
        <w:t>a zařízení v Táboře nesou jméno Oskara Nedbala</w:t>
      </w:r>
      <w:r w:rsidR="00615449" w:rsidRPr="00615449">
        <w:rPr>
          <w:bCs/>
        </w:rPr>
        <w:t xml:space="preserve">? </w:t>
      </w:r>
      <w:r>
        <w:rPr>
          <w:bCs/>
          <w:i/>
        </w:rPr>
        <w:t>Divadlo Oskara Nedbala, Základní umělecká škola Oskara Nedbala</w:t>
      </w:r>
      <w:r w:rsidR="00615449" w:rsidRPr="00615449">
        <w:rPr>
          <w:bCs/>
          <w:i/>
        </w:rPr>
        <w:t>.</w:t>
      </w:r>
    </w:p>
    <w:p w:rsidR="00615449" w:rsidRPr="00615449" w:rsidRDefault="00615449" w:rsidP="007A1F9D">
      <w:pPr>
        <w:spacing w:line="276" w:lineRule="auto"/>
        <w:jc w:val="both"/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FA66B6" w:rsidRPr="00FA66B6" w:rsidRDefault="00FA66B6" w:rsidP="007A1F9D">
      <w:pPr>
        <w:spacing w:line="276" w:lineRule="auto"/>
      </w:pPr>
      <w:r w:rsidRPr="00FA66B6">
        <w:t>Kálal, J.: Jižní Čechy v hudbě. Přednáška, Spolek pro rozvoj kultury v Milevsku, 7. února 2008</w:t>
      </w:r>
    </w:p>
    <w:p w:rsidR="00FA66B6" w:rsidRPr="00FA66B6" w:rsidRDefault="00FA66B6" w:rsidP="007A1F9D">
      <w:pPr>
        <w:spacing w:line="276" w:lineRule="auto"/>
      </w:pPr>
      <w:r w:rsidRPr="00FA66B6">
        <w:t xml:space="preserve">Šechtl and Voseček studios: Oskar Nedbal, In: Wikipedie, otevřená encyklopedie [online]. [cit. 2012-12- 07]. Dostupné z: </w:t>
      </w:r>
      <w:hyperlink r:id="rId9" w:history="1">
        <w:r w:rsidRPr="00FA66B6">
          <w:rPr>
            <w:rStyle w:val="Hypertextovodkaz"/>
          </w:rPr>
          <w:t>http://</w:t>
        </w:r>
      </w:hyperlink>
      <w:hyperlink r:id="rId10" w:history="1">
        <w:r w:rsidRPr="00FA66B6">
          <w:rPr>
            <w:rStyle w:val="Hypertextovodkaz"/>
          </w:rPr>
          <w:t>upload.wikimedia.org/wikipedia/commons/2/24/Oskar_Nedbal.jpg?uselang=cs</w:t>
        </w:r>
      </w:hyperlink>
    </w:p>
    <w:p w:rsidR="00FA66B6" w:rsidRPr="00FA66B6" w:rsidRDefault="00FA66B6" w:rsidP="007A1F9D">
      <w:pPr>
        <w:spacing w:line="276" w:lineRule="auto"/>
      </w:pPr>
      <w:r w:rsidRPr="00FA66B6">
        <w:t>Divadlo Oskara Nedbala v Táboře. Foto Jiří Kálal</w:t>
      </w:r>
    </w:p>
    <w:p w:rsidR="00FA66B6" w:rsidRPr="00FA66B6" w:rsidRDefault="00FA66B6" w:rsidP="007A1F9D">
      <w:pPr>
        <w:spacing w:line="276" w:lineRule="auto"/>
      </w:pPr>
      <w:r w:rsidRPr="00FA66B6">
        <w:lastRenderedPageBreak/>
        <w:t>Nedbalova pamětní deska v Táboře. Foto Jiří Kálal</w:t>
      </w:r>
    </w:p>
    <w:p w:rsidR="00C913CD" w:rsidRPr="00C913CD" w:rsidRDefault="00C913CD" w:rsidP="00C913CD"/>
    <w:p w:rsidR="007A1F9D" w:rsidRDefault="007A1F9D" w:rsidP="00E653A1">
      <w:pPr>
        <w:spacing w:line="360" w:lineRule="auto"/>
        <w:rPr>
          <w:b/>
        </w:rPr>
      </w:pPr>
    </w:p>
    <w:p w:rsidR="007A1F9D" w:rsidRDefault="00623F17" w:rsidP="00E653A1">
      <w:pPr>
        <w:spacing w:line="360" w:lineRule="auto"/>
        <w:rPr>
          <w:b/>
        </w:rPr>
      </w:pPr>
      <w:r w:rsidRPr="00EB331B">
        <w:rPr>
          <w:b/>
        </w:rPr>
        <w:t>Poznámka:</w:t>
      </w:r>
      <w:r w:rsidR="00E653A1">
        <w:rPr>
          <w:b/>
        </w:rPr>
        <w:t xml:space="preserve"> </w:t>
      </w:r>
    </w:p>
    <w:p w:rsidR="00E653A1" w:rsidRPr="00EB331B" w:rsidRDefault="00E653A1" w:rsidP="00E653A1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before="240" w:line="360" w:lineRule="auto"/>
        <w:rPr>
          <w:b/>
        </w:rPr>
      </w:pP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5A6" w:rsidRDefault="001705A6">
      <w:r>
        <w:separator/>
      </w:r>
    </w:p>
  </w:endnote>
  <w:endnote w:type="continuationSeparator" w:id="0">
    <w:p w:rsidR="001705A6" w:rsidRDefault="0017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647" w:rsidRDefault="001466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1505EB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1505EB">
      <w:rPr>
        <w:rStyle w:val="slostrnky"/>
        <w:b/>
        <w:bCs/>
      </w:rPr>
      <w:fldChar w:fldCharType="separate"/>
    </w:r>
    <w:r w:rsidR="00146647">
      <w:rPr>
        <w:rStyle w:val="slostrnky"/>
        <w:b/>
        <w:bCs/>
        <w:noProof/>
      </w:rPr>
      <w:t>1</w:t>
    </w:r>
    <w:r w:rsidR="001505EB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647" w:rsidRDefault="001466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5A6" w:rsidRDefault="001705A6">
      <w:r>
        <w:separator/>
      </w:r>
    </w:p>
  </w:footnote>
  <w:footnote w:type="continuationSeparator" w:id="0">
    <w:p w:rsidR="001705A6" w:rsidRDefault="00170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647" w:rsidRDefault="001466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9AC34B7" wp14:editId="2E6F0E13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46647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4664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647" w:rsidRDefault="001466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A7971"/>
    <w:multiLevelType w:val="hybridMultilevel"/>
    <w:tmpl w:val="50A2EBD4"/>
    <w:lvl w:ilvl="0" w:tplc="EA1A87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DCD7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421D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607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6821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7003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48AD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D036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72BD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56A9"/>
    <w:rsid w:val="00040C37"/>
    <w:rsid w:val="000547D9"/>
    <w:rsid w:val="00054DFD"/>
    <w:rsid w:val="000A48C9"/>
    <w:rsid w:val="000B2930"/>
    <w:rsid w:val="000C1FE7"/>
    <w:rsid w:val="000C3E7E"/>
    <w:rsid w:val="000E29CB"/>
    <w:rsid w:val="000F7839"/>
    <w:rsid w:val="0010546B"/>
    <w:rsid w:val="00146647"/>
    <w:rsid w:val="001505EB"/>
    <w:rsid w:val="00163029"/>
    <w:rsid w:val="001705A6"/>
    <w:rsid w:val="001A6A4C"/>
    <w:rsid w:val="001B56F6"/>
    <w:rsid w:val="001F1A08"/>
    <w:rsid w:val="001F5C12"/>
    <w:rsid w:val="00232FB1"/>
    <w:rsid w:val="0028489E"/>
    <w:rsid w:val="00290C19"/>
    <w:rsid w:val="00297870"/>
    <w:rsid w:val="002A290B"/>
    <w:rsid w:val="002A5BAC"/>
    <w:rsid w:val="002E12F1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15449"/>
    <w:rsid w:val="00623F17"/>
    <w:rsid w:val="006A718D"/>
    <w:rsid w:val="006E792F"/>
    <w:rsid w:val="00700E72"/>
    <w:rsid w:val="00745A98"/>
    <w:rsid w:val="0076273B"/>
    <w:rsid w:val="007659FE"/>
    <w:rsid w:val="00771703"/>
    <w:rsid w:val="007A1F9D"/>
    <w:rsid w:val="007C424F"/>
    <w:rsid w:val="007C52F1"/>
    <w:rsid w:val="007F02F7"/>
    <w:rsid w:val="007F06C8"/>
    <w:rsid w:val="007F5CDD"/>
    <w:rsid w:val="00801324"/>
    <w:rsid w:val="00812228"/>
    <w:rsid w:val="0082351D"/>
    <w:rsid w:val="00823D1E"/>
    <w:rsid w:val="008725F1"/>
    <w:rsid w:val="00893201"/>
    <w:rsid w:val="008B5602"/>
    <w:rsid w:val="008F1D94"/>
    <w:rsid w:val="009178A2"/>
    <w:rsid w:val="00930B79"/>
    <w:rsid w:val="009C6C6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136DA"/>
    <w:rsid w:val="00B3795D"/>
    <w:rsid w:val="00B43D79"/>
    <w:rsid w:val="00B73B73"/>
    <w:rsid w:val="00BA4C26"/>
    <w:rsid w:val="00BC3C15"/>
    <w:rsid w:val="00C067D2"/>
    <w:rsid w:val="00C36394"/>
    <w:rsid w:val="00C421B0"/>
    <w:rsid w:val="00C43F4C"/>
    <w:rsid w:val="00C61876"/>
    <w:rsid w:val="00C61B2E"/>
    <w:rsid w:val="00C841AF"/>
    <w:rsid w:val="00C913CD"/>
    <w:rsid w:val="00CB38DA"/>
    <w:rsid w:val="00CC59E8"/>
    <w:rsid w:val="00CD4D9F"/>
    <w:rsid w:val="00CF24A3"/>
    <w:rsid w:val="00D2138D"/>
    <w:rsid w:val="00D47992"/>
    <w:rsid w:val="00D6154A"/>
    <w:rsid w:val="00D65D2B"/>
    <w:rsid w:val="00DB726E"/>
    <w:rsid w:val="00E12C07"/>
    <w:rsid w:val="00E653A1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A66B6"/>
    <w:rsid w:val="00FB3FC5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50831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Jirkovo%20notes\DUM%20T&#225;borsko%20v%20literatu&#345;e\SABLONY_DUMY\POSTUP\Anotace1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upload.wikimedia.org/wikipedia/commons/2/24/Oskar_Nedbal.jpg?uselang=c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pload.wikimedia.org/wikipedia/commons/2/24/Oskar_Nedbal.jpg?uselang=cs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2</Pages>
  <Words>186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4</cp:revision>
  <cp:lastPrinted>1900-12-31T23:00:00Z</cp:lastPrinted>
  <dcterms:created xsi:type="dcterms:W3CDTF">2013-06-10T09:39:00Z</dcterms:created>
  <dcterms:modified xsi:type="dcterms:W3CDTF">2014-05-05T20:19:00Z</dcterms:modified>
</cp:coreProperties>
</file>